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4F1A67-04CF-43C8-A1F4-05E6E48FB4CB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